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92" w:rsidRDefault="00E65E92" w:rsidP="0073363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E65E92" w:rsidTr="0073363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E65E92" w:rsidTr="0073363C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rPr>
                <w:sz w:val="20"/>
                <w:szCs w:val="20"/>
              </w:rPr>
            </w:pPr>
          </w:p>
        </w:tc>
      </w:tr>
      <w:tr w:rsidR="00E65E92" w:rsidTr="0073363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65E92" w:rsidTr="00292EE6">
        <w:trPr>
          <w:trHeight w:val="8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Избышева Наталья Петровна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E65E92" w:rsidRDefault="00E65E9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65E92" w:rsidRDefault="00E65E92" w:rsidP="007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65E92" w:rsidRDefault="00E65E92" w:rsidP="007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65E92" w:rsidTr="0073363C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4E618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4E618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292EE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7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7336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292E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 w:rsidP="00292E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92" w:rsidRDefault="00E65E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E65E92" w:rsidRDefault="00E65E92" w:rsidP="00292EE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E65E92" w:rsidRDefault="00E65E92" w:rsidP="00292EE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E65E92" w:rsidRDefault="00E65E92"/>
    <w:sectPr w:rsidR="00E65E92" w:rsidSect="007336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63C"/>
    <w:rsid w:val="00292EE6"/>
    <w:rsid w:val="004E6184"/>
    <w:rsid w:val="00511B7B"/>
    <w:rsid w:val="005D5894"/>
    <w:rsid w:val="0073363C"/>
    <w:rsid w:val="00820C55"/>
    <w:rsid w:val="009F4372"/>
    <w:rsid w:val="00B66CA1"/>
    <w:rsid w:val="00E65E92"/>
    <w:rsid w:val="00EF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63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3363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401</Words>
  <Characters>2291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2016-04-28T11:06:00Z</dcterms:created>
  <dcterms:modified xsi:type="dcterms:W3CDTF">2016-04-28T11:06:00Z</dcterms:modified>
</cp:coreProperties>
</file>